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F4E" w:rsidRDefault="00E90F4E" w:rsidP="00C8135C">
      <w:pPr>
        <w:spacing w:after="0" w:line="240" w:lineRule="auto"/>
        <w:ind w:left="637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</w:t>
      </w:r>
    </w:p>
    <w:p w:rsidR="00E90F4E" w:rsidRPr="00C8135C" w:rsidRDefault="00E90F4E" w:rsidP="00C8135C">
      <w:pPr>
        <w:spacing w:after="0" w:line="240" w:lineRule="auto"/>
        <w:ind w:left="6372"/>
        <w:jc w:val="center"/>
        <w:rPr>
          <w:rFonts w:ascii="Times New Roman" w:hAnsi="Times New Roman"/>
          <w:sz w:val="16"/>
          <w:szCs w:val="16"/>
        </w:rPr>
      </w:pPr>
      <w:r w:rsidRPr="00C8135C">
        <w:rPr>
          <w:rFonts w:ascii="Times New Roman" w:hAnsi="Times New Roman"/>
          <w:sz w:val="16"/>
          <w:szCs w:val="16"/>
        </w:rPr>
        <w:t>(miejscowość i data)</w:t>
      </w:r>
    </w:p>
    <w:p w:rsidR="00E90F4E" w:rsidRDefault="00E90F4E">
      <w:pPr>
        <w:rPr>
          <w:rFonts w:ascii="Times New Roman" w:hAnsi="Times New Roman"/>
        </w:rPr>
      </w:pPr>
    </w:p>
    <w:p w:rsidR="00E90F4E" w:rsidRDefault="00E90F4E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E90F4E" w:rsidRPr="00C8135C" w:rsidRDefault="00E90F4E" w:rsidP="00C8135C">
      <w:pPr>
        <w:spacing w:after="0" w:line="240" w:lineRule="auto"/>
        <w:ind w:left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Pr="00C8135C">
        <w:rPr>
          <w:rFonts w:ascii="Times New Roman" w:hAnsi="Times New Roman"/>
          <w:sz w:val="16"/>
          <w:szCs w:val="16"/>
        </w:rPr>
        <w:t>(imię i nazwisko)</w:t>
      </w:r>
    </w:p>
    <w:p w:rsidR="00E90F4E" w:rsidRDefault="00E90F4E" w:rsidP="00C8135C">
      <w:pPr>
        <w:spacing w:after="0" w:line="240" w:lineRule="auto"/>
        <w:rPr>
          <w:rFonts w:ascii="Times New Roman" w:hAnsi="Times New Roman"/>
        </w:rPr>
      </w:pPr>
    </w:p>
    <w:p w:rsidR="00E90F4E" w:rsidRDefault="00E90F4E" w:rsidP="00C8135C">
      <w:pPr>
        <w:spacing w:after="0" w:line="240" w:lineRule="auto"/>
        <w:rPr>
          <w:rFonts w:ascii="Times New Roman" w:hAnsi="Times New Roman"/>
        </w:rPr>
      </w:pPr>
    </w:p>
    <w:p w:rsidR="00E90F4E" w:rsidRDefault="00E90F4E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E90F4E" w:rsidRPr="00C8135C" w:rsidRDefault="00E90F4E" w:rsidP="00C8135C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</w:t>
      </w:r>
      <w:r w:rsidRPr="00C8135C">
        <w:rPr>
          <w:rFonts w:ascii="Times New Roman" w:hAnsi="Times New Roman"/>
          <w:sz w:val="16"/>
          <w:szCs w:val="16"/>
        </w:rPr>
        <w:t>(sygnatura konkursu)</w:t>
      </w:r>
    </w:p>
    <w:p w:rsidR="00E90F4E" w:rsidRDefault="00E90F4E">
      <w:pPr>
        <w:rPr>
          <w:rFonts w:ascii="Times New Roman" w:hAnsi="Times New Roman"/>
          <w:sz w:val="16"/>
          <w:szCs w:val="16"/>
        </w:rPr>
      </w:pPr>
    </w:p>
    <w:p w:rsidR="00E90F4E" w:rsidRPr="00991E7B" w:rsidRDefault="00E90F4E" w:rsidP="00991E7B">
      <w:pPr>
        <w:jc w:val="center"/>
        <w:rPr>
          <w:rFonts w:ascii="Times New Roman" w:hAnsi="Times New Roman"/>
          <w:b/>
          <w:sz w:val="16"/>
          <w:szCs w:val="16"/>
        </w:rPr>
      </w:pPr>
    </w:p>
    <w:p w:rsidR="00E90F4E" w:rsidRDefault="00E90F4E" w:rsidP="00991E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90F4E" w:rsidRDefault="00E90F4E" w:rsidP="00991E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90F4E" w:rsidRDefault="00E90F4E" w:rsidP="00991E7B">
      <w:pPr>
        <w:jc w:val="center"/>
        <w:rPr>
          <w:rFonts w:ascii="Times New Roman" w:hAnsi="Times New Roman"/>
          <w:b/>
          <w:sz w:val="24"/>
          <w:szCs w:val="24"/>
        </w:rPr>
      </w:pPr>
      <w:r w:rsidRPr="00991E7B">
        <w:rPr>
          <w:rFonts w:ascii="Times New Roman" w:hAnsi="Times New Roman"/>
          <w:b/>
          <w:sz w:val="24"/>
          <w:szCs w:val="24"/>
        </w:rPr>
        <w:t>OŚWIADCZENIE</w:t>
      </w:r>
    </w:p>
    <w:p w:rsidR="00E90F4E" w:rsidRPr="00991E7B" w:rsidRDefault="00E90F4E" w:rsidP="00991E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wyrażeniu zgody na przetwarzanie danych osobowych</w:t>
      </w:r>
    </w:p>
    <w:p w:rsidR="00E90F4E" w:rsidRDefault="00E90F4E">
      <w:pPr>
        <w:rPr>
          <w:rFonts w:ascii="Times New Roman" w:hAnsi="Times New Roman"/>
          <w:sz w:val="24"/>
          <w:szCs w:val="24"/>
        </w:rPr>
      </w:pPr>
    </w:p>
    <w:p w:rsidR="00E90F4E" w:rsidRPr="00307BB4" w:rsidRDefault="00E90F4E" w:rsidP="00307BB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07BB4">
        <w:rPr>
          <w:rFonts w:ascii="Times New Roman" w:hAnsi="Times New Roman"/>
        </w:rPr>
        <w:t>Wyrażam zgodę na przetwarzanie przez Prokuraturę Okręgową w Warszawie z siedzibą przy ul. Chocimskiej 28, 00-791 Warszawa, tel. 22 217 31 20, email: sekretariat@warszawa.po.gov.pl moich danych osobowych, innych niż określone w przepisach prawa, w tym danych osobowych, o których mowa w art. 9 ust. 1 RODO</w:t>
      </w:r>
      <w:r w:rsidRPr="00307BB4">
        <w:rPr>
          <w:rFonts w:ascii="Times New Roman" w:hAnsi="Times New Roman"/>
          <w:vertAlign w:val="superscript"/>
        </w:rPr>
        <w:t>1</w:t>
      </w:r>
      <w:r w:rsidRPr="00307BB4">
        <w:rPr>
          <w:rFonts w:ascii="Times New Roman" w:hAnsi="Times New Roman"/>
        </w:rPr>
        <w:t xml:space="preserve"> zawartych w przekazanych z mojej inicjatywy dokumentach, </w:t>
      </w:r>
      <w:r>
        <w:rPr>
          <w:rFonts w:ascii="Times New Roman" w:hAnsi="Times New Roman"/>
        </w:rPr>
        <w:t>w celach związanych z nawiązaniem i przebiegiem procesu zatrudnienia</w:t>
      </w:r>
      <w:r>
        <w:rPr>
          <w:rFonts w:ascii="Times New Roman" w:hAnsi="Times New Roman"/>
          <w:sz w:val="24"/>
          <w:szCs w:val="24"/>
        </w:rPr>
        <w:t>.</w:t>
      </w:r>
    </w:p>
    <w:p w:rsidR="00E90F4E" w:rsidRDefault="00E90F4E" w:rsidP="00991E7B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90F4E" w:rsidRDefault="00E90F4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90F4E" w:rsidRDefault="00E90F4E" w:rsidP="00991E7B">
      <w:pPr>
        <w:spacing w:after="0" w:line="240" w:lineRule="auto"/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E90F4E" w:rsidRPr="00C8135C" w:rsidRDefault="00E90F4E" w:rsidP="00991E7B">
      <w:pPr>
        <w:spacing w:after="0" w:line="240" w:lineRule="auto"/>
        <w:ind w:left="566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C8135C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podpis osoby ubiegającej się o zatrudnienie</w:t>
      </w:r>
      <w:r w:rsidRPr="00C8135C">
        <w:rPr>
          <w:rFonts w:ascii="Times New Roman" w:hAnsi="Times New Roman"/>
          <w:sz w:val="16"/>
          <w:szCs w:val="16"/>
        </w:rPr>
        <w:t>)</w:t>
      </w:r>
    </w:p>
    <w:p w:rsidR="00E90F4E" w:rsidRDefault="00E90F4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90F4E" w:rsidRDefault="00E90F4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90F4E" w:rsidRDefault="00E90F4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90F4E" w:rsidRDefault="00E90F4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90F4E" w:rsidRDefault="00E90F4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90F4E" w:rsidRDefault="00E90F4E" w:rsidP="00991E7B">
      <w:pPr>
        <w:pBdr>
          <w:bottom w:val="single" w:sz="12" w:space="1" w:color="auto"/>
        </w:pBdr>
        <w:spacing w:line="360" w:lineRule="auto"/>
        <w:rPr>
          <w:rFonts w:ascii="Times New Roman" w:hAnsi="Times New Roman"/>
          <w:sz w:val="20"/>
          <w:szCs w:val="20"/>
        </w:rPr>
      </w:pPr>
      <w:r w:rsidRPr="00991E7B">
        <w:rPr>
          <w:rFonts w:ascii="Times New Roman" w:hAnsi="Times New Roman"/>
          <w:sz w:val="20"/>
          <w:szCs w:val="20"/>
        </w:rPr>
        <w:t>*) niepotrzebne skreślić</w:t>
      </w:r>
    </w:p>
    <w:p w:rsidR="00E90F4E" w:rsidRPr="00307BB4" w:rsidRDefault="00E90F4E" w:rsidP="00307BB4">
      <w:pPr>
        <w:pStyle w:val="Footer"/>
        <w:rPr>
          <w:rFonts w:ascii="Times New Roman" w:hAnsi="Times New Roman"/>
          <w:sz w:val="20"/>
          <w:szCs w:val="20"/>
        </w:rPr>
      </w:pPr>
      <w:r w:rsidRPr="00307BB4">
        <w:rPr>
          <w:rFonts w:ascii="Times New Roman" w:hAnsi="Times New Roman"/>
          <w:sz w:val="20"/>
          <w:szCs w:val="20"/>
          <w:vertAlign w:val="superscript"/>
        </w:rPr>
        <w:t>1</w:t>
      </w:r>
      <w:r w:rsidRPr="00307BB4">
        <w:rPr>
          <w:rFonts w:ascii="Times New Roman" w:hAnsi="Times New Roman"/>
          <w:sz w:val="20"/>
          <w:szCs w:val="20"/>
        </w:rPr>
        <w:t>rozporząd</w:t>
      </w:r>
      <w:r>
        <w:rPr>
          <w:rFonts w:ascii="Times New Roman" w:hAnsi="Times New Roman"/>
          <w:sz w:val="20"/>
          <w:szCs w:val="20"/>
        </w:rPr>
        <w:t>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E90F4E" w:rsidRPr="00991E7B" w:rsidRDefault="00E90F4E" w:rsidP="00991E7B">
      <w:pPr>
        <w:spacing w:line="360" w:lineRule="auto"/>
        <w:rPr>
          <w:rFonts w:ascii="Times New Roman" w:hAnsi="Times New Roman"/>
          <w:sz w:val="20"/>
          <w:szCs w:val="20"/>
        </w:rPr>
      </w:pPr>
    </w:p>
    <w:sectPr w:rsidR="00E90F4E" w:rsidRPr="00991E7B" w:rsidSect="00131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F4E" w:rsidRDefault="00E90F4E" w:rsidP="00307BB4">
      <w:pPr>
        <w:spacing w:after="0" w:line="240" w:lineRule="auto"/>
      </w:pPr>
      <w:r>
        <w:separator/>
      </w:r>
    </w:p>
  </w:endnote>
  <w:endnote w:type="continuationSeparator" w:id="0">
    <w:p w:rsidR="00E90F4E" w:rsidRDefault="00E90F4E" w:rsidP="00307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F4E" w:rsidRDefault="00E90F4E" w:rsidP="00307BB4">
      <w:pPr>
        <w:spacing w:after="0" w:line="240" w:lineRule="auto"/>
      </w:pPr>
      <w:r>
        <w:separator/>
      </w:r>
    </w:p>
  </w:footnote>
  <w:footnote w:type="continuationSeparator" w:id="0">
    <w:p w:rsidR="00E90F4E" w:rsidRDefault="00E90F4E" w:rsidP="00307B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35C"/>
    <w:rsid w:val="00035475"/>
    <w:rsid w:val="00131B1C"/>
    <w:rsid w:val="00307BB4"/>
    <w:rsid w:val="00360176"/>
    <w:rsid w:val="00447BD7"/>
    <w:rsid w:val="00603826"/>
    <w:rsid w:val="006605C1"/>
    <w:rsid w:val="006C06A0"/>
    <w:rsid w:val="006D7FC8"/>
    <w:rsid w:val="00991E7B"/>
    <w:rsid w:val="00A05324"/>
    <w:rsid w:val="00AE6779"/>
    <w:rsid w:val="00C8135C"/>
    <w:rsid w:val="00E90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B1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47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7BD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307BB4"/>
    <w:rPr>
      <w:rFonts w:cs="Times New Roman"/>
      <w:color w:val="0563C1"/>
      <w:u w:val="single"/>
    </w:rPr>
  </w:style>
  <w:style w:type="paragraph" w:styleId="Header">
    <w:name w:val="header"/>
    <w:basedOn w:val="Normal"/>
    <w:link w:val="HeaderChar"/>
    <w:uiPriority w:val="99"/>
    <w:rsid w:val="00307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07BB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07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07BB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153</Words>
  <Characters>921</Characters>
  <Application>Microsoft Office Outlook</Application>
  <DocSecurity>0</DocSecurity>
  <Lines>0</Lines>
  <Paragraphs>0</Paragraphs>
  <ScaleCrop>false</ScaleCrop>
  <Company>ATC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Maciej  Dziewulski</dc:creator>
  <cp:keywords/>
  <dc:description/>
  <cp:lastModifiedBy>alicjanozewska</cp:lastModifiedBy>
  <cp:revision>2</cp:revision>
  <cp:lastPrinted>2019-07-05T11:28:00Z</cp:lastPrinted>
  <dcterms:created xsi:type="dcterms:W3CDTF">2019-07-05T11:29:00Z</dcterms:created>
  <dcterms:modified xsi:type="dcterms:W3CDTF">2019-07-05T11:29:00Z</dcterms:modified>
</cp:coreProperties>
</file>